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B2B" w:rsidRPr="00E8745E" w:rsidRDefault="00267B2B">
      <w:pPr>
        <w:rPr>
          <w:color w:val="808080"/>
        </w:rPr>
      </w:pPr>
      <w:r w:rsidRPr="00E8745E">
        <w:rPr>
          <w:color w:val="808080"/>
        </w:rPr>
        <w:t>Student Name: _____________________________</w:t>
      </w:r>
    </w:p>
    <w:p w:rsidR="00267B2B" w:rsidRPr="00E8745E" w:rsidRDefault="00267B2B">
      <w:pPr>
        <w:rPr>
          <w:color w:val="808080"/>
        </w:rPr>
      </w:pPr>
      <w:r w:rsidRPr="00E8745E">
        <w:rPr>
          <w:color w:val="808080"/>
        </w:rPr>
        <w:t>Parent Signature: __________________________________</w:t>
      </w:r>
    </w:p>
    <w:p w:rsidR="00267B2B" w:rsidRPr="00E8745E" w:rsidRDefault="00267B2B" w:rsidP="00ED370F">
      <w:pPr>
        <w:jc w:val="center"/>
        <w:rPr>
          <w:rFonts w:ascii="Arial" w:hAnsi="Arial" w:cs="Arial"/>
          <w:color w:val="808080"/>
          <w:sz w:val="28"/>
          <w:szCs w:val="28"/>
        </w:rPr>
      </w:pPr>
      <w:r>
        <w:rPr>
          <w:rFonts w:ascii="Arial" w:hAnsi="Arial" w:cs="Arial"/>
          <w:color w:val="808080"/>
          <w:sz w:val="28"/>
          <w:szCs w:val="28"/>
        </w:rPr>
        <w:t>Best Foot Forward</w:t>
      </w:r>
      <w:r>
        <w:rPr>
          <w:rFonts w:ascii="Arial" w:hAnsi="Arial" w:cs="Arial"/>
          <w:color w:val="808080"/>
          <w:sz w:val="28"/>
          <w:szCs w:val="28"/>
        </w:rPr>
        <w:br/>
        <w:t>Chapters 20-21</w:t>
      </w:r>
      <w:r w:rsidRPr="00E8745E">
        <w:rPr>
          <w:rFonts w:ascii="Arial" w:hAnsi="Arial" w:cs="Arial"/>
          <w:color w:val="808080"/>
          <w:sz w:val="28"/>
          <w:szCs w:val="28"/>
        </w:rPr>
        <w:t xml:space="preserve"> Quiz</w:t>
      </w:r>
      <w:r w:rsidRPr="00E8745E">
        <w:rPr>
          <w:rFonts w:ascii="Arial" w:hAnsi="Arial" w:cs="Arial"/>
          <w:color w:val="808080"/>
          <w:sz w:val="28"/>
          <w:szCs w:val="28"/>
        </w:rPr>
        <w:br/>
      </w:r>
    </w:p>
    <w:p w:rsidR="00267B2B" w:rsidRPr="00E8745E" w:rsidRDefault="00267B2B" w:rsidP="004730A8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The beginning of Chapter 20 mentions that Gladstone Shoes distributed customer comment cards. Which of the following best describes the return of the comment cards</w:t>
      </w:r>
      <w:r w:rsidRPr="00E8745E">
        <w:rPr>
          <w:color w:val="808080"/>
        </w:rPr>
        <w:t>?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happy with the low prices of the shoes.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unhappy with the high prices of the shoes.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happy with the design and quality of the shoes.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People were extremely unhappy with the design and quality of the shoes.</w:t>
      </w:r>
      <w:r w:rsidRPr="00E8745E">
        <w:rPr>
          <w:color w:val="808080"/>
        </w:rPr>
        <w:br/>
      </w:r>
    </w:p>
    <w:p w:rsidR="00267B2B" w:rsidRPr="00E8745E" w:rsidRDefault="00267B2B" w:rsidP="004730A8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What major discovery does Jenna make in Chapter 20</w:t>
      </w:r>
      <w:r w:rsidRPr="00E8745E">
        <w:rPr>
          <w:color w:val="808080"/>
        </w:rPr>
        <w:t>?</w:t>
      </w:r>
    </w:p>
    <w:p w:rsidR="00267B2B" w:rsidRPr="00E8745E" w:rsidRDefault="00267B2B" w:rsidP="004730A8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Charlie has only been pretending to like her because he is a spy for </w:t>
      </w:r>
      <w:smartTag w:uri="urn:schemas-microsoft-com:office:smarttags" w:element="City">
        <w:smartTag w:uri="urn:schemas-microsoft-com:office:smarttags" w:element="place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shoes.</w:t>
      </w:r>
    </w:p>
    <w:p w:rsidR="00267B2B" w:rsidRPr="00E8745E" w:rsidRDefault="00267B2B" w:rsidP="00B95386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Tanner has only been pretending to like her because he is a spy for </w:t>
      </w:r>
      <w:smartTag w:uri="urn:schemas-microsoft-com:office:smarttags" w:element="place">
        <w:smartTag w:uri="urn:schemas-microsoft-com:office:smarttags" w:element="City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shoes.</w:t>
      </w:r>
    </w:p>
    <w:p w:rsidR="00267B2B" w:rsidRPr="00E8745E" w:rsidRDefault="00267B2B" w:rsidP="004730A8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Even though they say they are made in the </w:t>
      </w:r>
      <w:smartTag w:uri="urn:schemas-microsoft-com:office:smarttags" w:element="country-region">
        <w:r>
          <w:rPr>
            <w:color w:val="808080"/>
          </w:rPr>
          <w:t>United States</w:t>
        </w:r>
      </w:smartTag>
      <w:r>
        <w:rPr>
          <w:color w:val="808080"/>
        </w:rPr>
        <w:t xml:space="preserve">, </w:t>
      </w:r>
      <w:smartTag w:uri="urn:schemas-microsoft-com:office:smarttags" w:element="City">
        <w:r>
          <w:rPr>
            <w:color w:val="808080"/>
          </w:rPr>
          <w:t>Gladstone</w:t>
        </w:r>
      </w:smartTag>
      <w:r>
        <w:rPr>
          <w:color w:val="808080"/>
        </w:rPr>
        <w:t xml:space="preserve"> shoes are being made outside of the </w:t>
      </w:r>
      <w:smartTag w:uri="urn:schemas-microsoft-com:office:smarttags" w:element="country-region">
        <w:smartTag w:uri="urn:schemas-microsoft-com:office:smarttags" w:element="place">
          <w:r>
            <w:rPr>
              <w:color w:val="808080"/>
            </w:rPr>
            <w:t>United States</w:t>
          </w:r>
        </w:smartTag>
      </w:smartTag>
      <w:r>
        <w:rPr>
          <w:color w:val="808080"/>
        </w:rPr>
        <w:t>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 xml:space="preserve">The new design of </w:t>
      </w:r>
      <w:smartTag w:uri="urn:schemas-microsoft-com:office:smarttags" w:element="City">
        <w:smartTag w:uri="urn:schemas-microsoft-com:office:smarttags" w:element="place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 is the reason Mrs. Gladstone has hip problems.</w:t>
      </w:r>
      <w:r w:rsidRPr="00E8745E">
        <w:rPr>
          <w:color w:val="808080"/>
        </w:rPr>
        <w:br/>
      </w:r>
    </w:p>
    <w:p w:rsidR="00267B2B" w:rsidRPr="00E8745E" w:rsidRDefault="00267B2B" w:rsidP="00ED370F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Who is the first person Jenna tells about her discovery</w:t>
      </w:r>
      <w:r w:rsidRPr="00E8745E">
        <w:rPr>
          <w:color w:val="808080"/>
        </w:rPr>
        <w:t>?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Charlie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Tanner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Mrs. Gladstone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Jenna’s mother</w:t>
      </w:r>
      <w:r w:rsidRPr="00E8745E">
        <w:rPr>
          <w:color w:val="808080"/>
        </w:rPr>
        <w:br/>
      </w:r>
    </w:p>
    <w:p w:rsidR="00267B2B" w:rsidRPr="00E8745E" w:rsidRDefault="00267B2B" w:rsidP="00ED370F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>In these chapters, the reader finds out how Tanner got his scar. How did he get it</w:t>
      </w:r>
      <w:r w:rsidRPr="00E8745E">
        <w:rPr>
          <w:color w:val="808080"/>
        </w:rPr>
        <w:t>?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His father cuts him with a knife.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He is cut with a knife in a fight in jail.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He accidentally cuts himself while trying to impress a girl by juggling knives.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He is accidentally cut when Webster is playing with knives.</w:t>
      </w:r>
      <w:r w:rsidRPr="00E8745E">
        <w:rPr>
          <w:color w:val="808080"/>
        </w:rPr>
        <w:br/>
      </w:r>
    </w:p>
    <w:p w:rsidR="00267B2B" w:rsidRPr="00E8745E" w:rsidRDefault="00267B2B" w:rsidP="00ED370F">
      <w:pPr>
        <w:pStyle w:val="ListParagraph"/>
        <w:numPr>
          <w:ilvl w:val="0"/>
          <w:numId w:val="1"/>
        </w:numPr>
        <w:rPr>
          <w:color w:val="808080"/>
        </w:rPr>
      </w:pPr>
      <w:r>
        <w:rPr>
          <w:color w:val="808080"/>
        </w:rPr>
        <w:t xml:space="preserve">In Chapter 21, Mrs. Gladstone reveals a serious problem at the factory where </w:t>
      </w:r>
      <w:smartTag w:uri="urn:schemas-microsoft-com:office:smarttags" w:element="place">
        <w:smartTag w:uri="urn:schemas-microsoft-com:office:smarttags" w:element="City">
          <w:r>
            <w:rPr>
              <w:color w:val="808080"/>
            </w:rPr>
            <w:t>Gladstone</w:t>
          </w:r>
        </w:smartTag>
      </w:smartTag>
      <w:r>
        <w:rPr>
          <w:color w:val="808080"/>
        </w:rPr>
        <w:t xml:space="preserve"> shoes are being manufactured. What is the serious problem</w:t>
      </w:r>
      <w:r w:rsidRPr="00E8745E">
        <w:rPr>
          <w:color w:val="808080"/>
        </w:rPr>
        <w:t>?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is infested with rats and mice</w:t>
      </w:r>
      <w:r w:rsidRPr="00E8745E">
        <w:rPr>
          <w:color w:val="808080"/>
        </w:rPr>
        <w:t>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illegally uses child labor</w:t>
      </w:r>
      <w:r w:rsidRPr="00E8745E">
        <w:rPr>
          <w:color w:val="808080"/>
        </w:rPr>
        <w:t>.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is full of toxic fumes that get into the shoes</w:t>
      </w:r>
    </w:p>
    <w:p w:rsidR="00267B2B" w:rsidRPr="00E8745E" w:rsidRDefault="00267B2B" w:rsidP="00ED370F">
      <w:pPr>
        <w:pStyle w:val="ListParagraph"/>
        <w:numPr>
          <w:ilvl w:val="1"/>
          <w:numId w:val="1"/>
        </w:numPr>
        <w:rPr>
          <w:color w:val="808080"/>
        </w:rPr>
      </w:pPr>
      <w:r>
        <w:rPr>
          <w:color w:val="808080"/>
        </w:rPr>
        <w:t>The factory refuses to employ women</w:t>
      </w:r>
      <w:r w:rsidRPr="00E8745E">
        <w:rPr>
          <w:color w:val="808080"/>
        </w:rPr>
        <w:t>.</w:t>
      </w:r>
    </w:p>
    <w:p w:rsidR="00267B2B" w:rsidRPr="00E8745E" w:rsidRDefault="00267B2B">
      <w:pPr>
        <w:rPr>
          <w:color w:val="808080"/>
        </w:rPr>
      </w:pPr>
    </w:p>
    <w:sectPr w:rsidR="00267B2B" w:rsidRPr="00E8745E" w:rsidSect="008B2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B2B" w:rsidRDefault="00267B2B">
      <w:r>
        <w:separator/>
      </w:r>
    </w:p>
  </w:endnote>
  <w:endnote w:type="continuationSeparator" w:id="1">
    <w:p w:rsidR="00267B2B" w:rsidRDefault="00267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B2B" w:rsidRDefault="00267B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B2B" w:rsidRDefault="00267B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B2B" w:rsidRDefault="00267B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B2B" w:rsidRDefault="00267B2B">
      <w:r>
        <w:separator/>
      </w:r>
    </w:p>
  </w:footnote>
  <w:footnote w:type="continuationSeparator" w:id="1">
    <w:p w:rsidR="00267B2B" w:rsidRDefault="00267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B2B" w:rsidRDefault="00267B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B2B" w:rsidRDefault="00267B2B" w:rsidP="007A0DB9">
    <w:pPr>
      <w:pStyle w:val="Header"/>
      <w:jc w:val="center"/>
    </w:pPr>
    <w:r>
      <w:t>Version 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B2B" w:rsidRDefault="00267B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050E3"/>
    <w:multiLevelType w:val="hybridMultilevel"/>
    <w:tmpl w:val="E3A278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FD8"/>
    <w:rsid w:val="001439C5"/>
    <w:rsid w:val="002468D5"/>
    <w:rsid w:val="00267B2B"/>
    <w:rsid w:val="002742F4"/>
    <w:rsid w:val="004730A8"/>
    <w:rsid w:val="00577227"/>
    <w:rsid w:val="005808A6"/>
    <w:rsid w:val="007A0DB9"/>
    <w:rsid w:val="007A188C"/>
    <w:rsid w:val="008B207A"/>
    <w:rsid w:val="00B95386"/>
    <w:rsid w:val="00CA5E8F"/>
    <w:rsid w:val="00CF5A62"/>
    <w:rsid w:val="00E71FD8"/>
    <w:rsid w:val="00E8745E"/>
    <w:rsid w:val="00ED370F"/>
    <w:rsid w:val="00F4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3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257</Words>
  <Characters>1469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</dc:title>
  <dc:subject/>
  <dc:creator>Nate</dc:creator>
  <cp:keywords/>
  <dc:description/>
  <cp:lastModifiedBy>Nate Dechongkit</cp:lastModifiedBy>
  <cp:revision>3</cp:revision>
  <cp:lastPrinted>2010-12-17T14:12:00Z</cp:lastPrinted>
  <dcterms:created xsi:type="dcterms:W3CDTF">2010-12-21T12:25:00Z</dcterms:created>
  <dcterms:modified xsi:type="dcterms:W3CDTF">2010-12-21T12:45:00Z</dcterms:modified>
</cp:coreProperties>
</file>